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EA0" w:rsidRDefault="00044EA0" w:rsidP="009E17E5">
      <w:pPr>
        <w:jc w:val="righ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_Варна" style="position:absolute;left:0;text-align:left;margin-left:185.15pt;margin-top:15.5pt;width:60.8pt;height:1in;z-index:-251658240;visibility:visible" wrapcoords="-267 0 -267 21375 21600 21375 21600 0 -267 0">
            <v:imagedata r:id="rId4" o:title="" gain="79922f" blacklevel="-1966f"/>
            <w10:wrap type="through"/>
          </v:shape>
        </w:pict>
      </w:r>
    </w:p>
    <w:p w:rsidR="00044EA0" w:rsidRDefault="00044EA0" w:rsidP="009E17E5">
      <w:pPr>
        <w:jc w:val="right"/>
      </w:pPr>
    </w:p>
    <w:p w:rsidR="00044EA0" w:rsidRDefault="00044EA0" w:rsidP="009E17E5">
      <w:pPr>
        <w:jc w:val="center"/>
      </w:pPr>
    </w:p>
    <w:p w:rsidR="00044EA0" w:rsidRDefault="00044EA0" w:rsidP="009E17E5">
      <w:pPr>
        <w:jc w:val="center"/>
      </w:pPr>
    </w:p>
    <w:p w:rsidR="00044EA0" w:rsidRDefault="00044EA0" w:rsidP="009E17E5">
      <w:pPr>
        <w:jc w:val="center"/>
      </w:pPr>
    </w:p>
    <w:p w:rsidR="00044EA0" w:rsidRDefault="00044EA0" w:rsidP="009E17E5">
      <w:pPr>
        <w:pStyle w:val="Heading1"/>
        <w:ind w:left="708" w:firstLine="708"/>
      </w:pPr>
      <w:r>
        <w:t xml:space="preserve">             </w:t>
      </w:r>
    </w:p>
    <w:p w:rsidR="00044EA0" w:rsidRPr="000565EC" w:rsidRDefault="00044EA0" w:rsidP="009E17E5">
      <w:pPr>
        <w:pStyle w:val="Heading1"/>
        <w:ind w:left="708" w:firstLine="708"/>
      </w:pPr>
      <w:r>
        <w:t xml:space="preserve">          </w:t>
      </w:r>
    </w:p>
    <w:p w:rsidR="00044EA0" w:rsidRPr="000565EC" w:rsidRDefault="00044EA0" w:rsidP="009E17E5">
      <w:pPr>
        <w:pStyle w:val="Heading1"/>
        <w:ind w:left="708" w:hanging="708"/>
        <w:jc w:val="center"/>
      </w:pPr>
      <w:r w:rsidRPr="000565EC">
        <w:t>СОБРАНИЕ ДЕПУТАТОВ</w:t>
      </w:r>
    </w:p>
    <w:p w:rsidR="00044EA0" w:rsidRPr="000565EC" w:rsidRDefault="00044EA0" w:rsidP="009E17E5">
      <w:pPr>
        <w:jc w:val="center"/>
        <w:rPr>
          <w:b/>
          <w:bCs/>
          <w:sz w:val="28"/>
          <w:szCs w:val="28"/>
        </w:rPr>
      </w:pPr>
      <w:r w:rsidRPr="000565EC">
        <w:rPr>
          <w:b/>
          <w:bCs/>
          <w:sz w:val="28"/>
          <w:szCs w:val="28"/>
        </w:rPr>
        <w:t>ВАРНЕНСКОГО МУНИЦИПАЛЬНОГО РАЙОНА</w:t>
      </w:r>
    </w:p>
    <w:p w:rsidR="00044EA0" w:rsidRPr="000565EC" w:rsidRDefault="00044EA0" w:rsidP="009E17E5">
      <w:pPr>
        <w:jc w:val="center"/>
        <w:rPr>
          <w:b/>
          <w:bCs/>
          <w:sz w:val="28"/>
          <w:szCs w:val="28"/>
        </w:rPr>
      </w:pPr>
      <w:r w:rsidRPr="000565EC">
        <w:rPr>
          <w:b/>
          <w:bCs/>
          <w:sz w:val="28"/>
          <w:szCs w:val="28"/>
        </w:rPr>
        <w:t>ЧЕЛЯБИНСКОЙ ОБЛАСТИ</w:t>
      </w:r>
    </w:p>
    <w:p w:rsidR="00044EA0" w:rsidRPr="000565EC" w:rsidRDefault="00044EA0" w:rsidP="009E17E5">
      <w:pPr>
        <w:pStyle w:val="Heading1"/>
        <w:ind w:left="708" w:hanging="708"/>
      </w:pPr>
      <w:r w:rsidRPr="000565EC">
        <w:t xml:space="preserve">                                                                                                                         </w:t>
      </w:r>
    </w:p>
    <w:p w:rsidR="00044EA0" w:rsidRPr="000565EC" w:rsidRDefault="00044EA0" w:rsidP="009E17E5">
      <w:pPr>
        <w:pStyle w:val="Heading1"/>
        <w:ind w:left="708" w:firstLine="708"/>
      </w:pPr>
      <w:r w:rsidRPr="000565EC">
        <w:t xml:space="preserve">                          </w:t>
      </w:r>
      <w:r>
        <w:t xml:space="preserve">    </w:t>
      </w:r>
      <w:r w:rsidRPr="000565EC">
        <w:t xml:space="preserve"> РЕШЕНИЕ</w:t>
      </w:r>
    </w:p>
    <w:p w:rsidR="00044EA0" w:rsidRDefault="00044EA0" w:rsidP="009E17E5"/>
    <w:p w:rsidR="00044EA0" w:rsidRPr="008A79BF" w:rsidRDefault="00044EA0" w:rsidP="009E17E5">
      <w:pPr>
        <w:rPr>
          <w:sz w:val="28"/>
          <w:szCs w:val="28"/>
        </w:rPr>
      </w:pPr>
      <w:r w:rsidRPr="008A79BF">
        <w:rPr>
          <w:sz w:val="28"/>
          <w:szCs w:val="28"/>
        </w:rPr>
        <w:t xml:space="preserve">от </w:t>
      </w:r>
      <w:r>
        <w:rPr>
          <w:sz w:val="28"/>
          <w:szCs w:val="28"/>
        </w:rPr>
        <w:t>27 сентября</w:t>
      </w:r>
      <w:r w:rsidRPr="008A79BF">
        <w:rPr>
          <w:sz w:val="28"/>
          <w:szCs w:val="28"/>
        </w:rPr>
        <w:t xml:space="preserve"> 20</w:t>
      </w:r>
      <w:r>
        <w:rPr>
          <w:sz w:val="28"/>
          <w:szCs w:val="28"/>
        </w:rPr>
        <w:t>12</w:t>
      </w:r>
      <w:r w:rsidRPr="008A79BF">
        <w:rPr>
          <w:sz w:val="28"/>
          <w:szCs w:val="28"/>
        </w:rPr>
        <w:t xml:space="preserve"> года                                 </w:t>
      </w:r>
    </w:p>
    <w:p w:rsidR="00044EA0" w:rsidRPr="008A79BF" w:rsidRDefault="00044EA0" w:rsidP="009E17E5">
      <w:pPr>
        <w:rPr>
          <w:sz w:val="28"/>
          <w:szCs w:val="28"/>
        </w:rPr>
      </w:pPr>
      <w:r w:rsidRPr="008A79BF">
        <w:rPr>
          <w:sz w:val="28"/>
          <w:szCs w:val="28"/>
        </w:rPr>
        <w:t>с.Варна</w:t>
      </w:r>
      <w:r>
        <w:rPr>
          <w:sz w:val="28"/>
          <w:szCs w:val="28"/>
        </w:rPr>
        <w:t xml:space="preserve">                                                № 80</w:t>
      </w:r>
    </w:p>
    <w:p w:rsidR="00044EA0" w:rsidRPr="008A79BF" w:rsidRDefault="00044EA0" w:rsidP="009E17E5">
      <w:pPr>
        <w:rPr>
          <w:sz w:val="28"/>
          <w:szCs w:val="28"/>
        </w:rPr>
      </w:pPr>
    </w:p>
    <w:p w:rsidR="00044EA0" w:rsidRDefault="00044EA0" w:rsidP="009E17E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 корректировке  Проекта «Схема </w:t>
      </w:r>
    </w:p>
    <w:p w:rsidR="00044EA0" w:rsidRDefault="00044EA0" w:rsidP="009E17E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территориального планирования</w:t>
      </w:r>
    </w:p>
    <w:p w:rsidR="00044EA0" w:rsidRDefault="00044EA0" w:rsidP="009E17E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Варненского муниципального района»</w:t>
      </w:r>
    </w:p>
    <w:p w:rsidR="00044EA0" w:rsidRPr="008A79BF" w:rsidRDefault="00044EA0" w:rsidP="009E17E5">
      <w:pPr>
        <w:rPr>
          <w:b/>
          <w:bCs/>
          <w:sz w:val="28"/>
          <w:szCs w:val="28"/>
        </w:rPr>
      </w:pPr>
    </w:p>
    <w:p w:rsidR="00044EA0" w:rsidRPr="008A79BF" w:rsidRDefault="00044EA0" w:rsidP="009E17E5">
      <w:pPr>
        <w:jc w:val="both"/>
        <w:rPr>
          <w:sz w:val="28"/>
          <w:szCs w:val="28"/>
        </w:rPr>
      </w:pPr>
      <w:r w:rsidRPr="008A79BF">
        <w:rPr>
          <w:b/>
          <w:bCs/>
          <w:sz w:val="28"/>
          <w:szCs w:val="28"/>
        </w:rPr>
        <w:tab/>
      </w:r>
      <w:r w:rsidRPr="008A79B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Федеральным законом от 06.10.2003 года № 131-ФЗ «Об общих принципах организации местного самоуправления в Российской Федерации», Градостроительным кодексом Российской Федерации, Уставом Варненского муниципального района, «Порядком внесения  изменений                     в Проект «Схема территориального планирования Варненского муниципального района» </w:t>
      </w:r>
      <w:r w:rsidRPr="008A79BF">
        <w:rPr>
          <w:sz w:val="28"/>
          <w:szCs w:val="28"/>
        </w:rPr>
        <w:t>Собрание депутатов Варненского муниципального района</w:t>
      </w:r>
    </w:p>
    <w:p w:rsidR="00044EA0" w:rsidRPr="008A79BF" w:rsidRDefault="00044EA0" w:rsidP="009E17E5">
      <w:pPr>
        <w:jc w:val="both"/>
        <w:rPr>
          <w:sz w:val="28"/>
          <w:szCs w:val="28"/>
        </w:rPr>
      </w:pPr>
    </w:p>
    <w:p w:rsidR="00044EA0" w:rsidRPr="008A79BF" w:rsidRDefault="00044EA0" w:rsidP="009E17E5">
      <w:pPr>
        <w:jc w:val="center"/>
        <w:rPr>
          <w:b/>
          <w:bCs/>
          <w:sz w:val="28"/>
          <w:szCs w:val="28"/>
        </w:rPr>
      </w:pPr>
      <w:r w:rsidRPr="008A79BF">
        <w:rPr>
          <w:b/>
          <w:bCs/>
          <w:sz w:val="28"/>
          <w:szCs w:val="28"/>
        </w:rPr>
        <w:t>РЕШАЕТ:</w:t>
      </w:r>
    </w:p>
    <w:p w:rsidR="00044EA0" w:rsidRDefault="00044EA0" w:rsidP="009E17E5">
      <w:pPr>
        <w:jc w:val="both"/>
        <w:rPr>
          <w:sz w:val="28"/>
          <w:szCs w:val="28"/>
        </w:rPr>
      </w:pPr>
    </w:p>
    <w:p w:rsidR="00044EA0" w:rsidRDefault="00044EA0" w:rsidP="008D02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1.Приступить к работе  по корректировке Проекта «Схема территориального планирования Варненского муниципального района»  с внесением изменений по расширению границ ЗАО «Михеевский ГОК» на территории Катенинского сельского поселения и изменением земель сельскохозяйственного назначения в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(далее – земли промышленности),  для добычи полезных ископаемых.</w:t>
      </w:r>
    </w:p>
    <w:p w:rsidR="00044EA0" w:rsidRPr="008A79BF" w:rsidRDefault="00044EA0" w:rsidP="009E17E5">
      <w:pPr>
        <w:jc w:val="both"/>
        <w:rPr>
          <w:sz w:val="28"/>
          <w:szCs w:val="28"/>
        </w:rPr>
      </w:pPr>
      <w:r w:rsidRPr="008A79BF">
        <w:rPr>
          <w:sz w:val="28"/>
          <w:szCs w:val="28"/>
        </w:rPr>
        <w:t xml:space="preserve"> </w:t>
      </w:r>
    </w:p>
    <w:p w:rsidR="00044EA0" w:rsidRDefault="00044EA0" w:rsidP="008D02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его принятия.</w:t>
      </w:r>
    </w:p>
    <w:p w:rsidR="00044EA0" w:rsidRDefault="00044EA0" w:rsidP="008D02EA">
      <w:pPr>
        <w:ind w:firstLine="708"/>
        <w:jc w:val="both"/>
        <w:rPr>
          <w:sz w:val="28"/>
          <w:szCs w:val="28"/>
        </w:rPr>
      </w:pPr>
    </w:p>
    <w:p w:rsidR="00044EA0" w:rsidRPr="008A79BF" w:rsidRDefault="00044EA0" w:rsidP="008D02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обнародовать на Информационном стенде администрации Варненского муниципального района.</w:t>
      </w:r>
    </w:p>
    <w:p w:rsidR="00044EA0" w:rsidRPr="008A79BF" w:rsidRDefault="00044EA0" w:rsidP="009E17E5">
      <w:pPr>
        <w:jc w:val="both"/>
        <w:rPr>
          <w:sz w:val="28"/>
          <w:szCs w:val="28"/>
        </w:rPr>
      </w:pPr>
    </w:p>
    <w:p w:rsidR="00044EA0" w:rsidRDefault="00044EA0" w:rsidP="009E17E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Председатель Собрания депутатов</w:t>
      </w:r>
    </w:p>
    <w:p w:rsidR="00044EA0" w:rsidRDefault="00044EA0" w:rsidP="009E17E5">
      <w:r w:rsidRPr="008A79BF">
        <w:rPr>
          <w:b/>
          <w:bCs/>
          <w:sz w:val="28"/>
          <w:szCs w:val="28"/>
        </w:rPr>
        <w:t>Варненского</w:t>
      </w:r>
      <w:r>
        <w:rPr>
          <w:b/>
          <w:bCs/>
          <w:sz w:val="28"/>
          <w:szCs w:val="28"/>
        </w:rPr>
        <w:t xml:space="preserve"> муниципального района                                   О.В.Лященко                  </w:t>
      </w:r>
    </w:p>
    <w:sectPr w:rsidR="00044EA0" w:rsidSect="00907A2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17E5"/>
    <w:rsid w:val="00044EA0"/>
    <w:rsid w:val="000565EC"/>
    <w:rsid w:val="000C35D4"/>
    <w:rsid w:val="000E6FD1"/>
    <w:rsid w:val="001723F7"/>
    <w:rsid w:val="00185AC8"/>
    <w:rsid w:val="002553A2"/>
    <w:rsid w:val="00381064"/>
    <w:rsid w:val="004B4000"/>
    <w:rsid w:val="005529FC"/>
    <w:rsid w:val="008A79BF"/>
    <w:rsid w:val="008D02EA"/>
    <w:rsid w:val="00907A21"/>
    <w:rsid w:val="009E17E5"/>
    <w:rsid w:val="00AA0E95"/>
    <w:rsid w:val="00AA2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7E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E17E5"/>
    <w:pPr>
      <w:keepNext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E17E5"/>
    <w:rPr>
      <w:rFonts w:ascii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</TotalTime>
  <Pages>1</Pages>
  <Words>265</Words>
  <Characters>1515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Собрание</cp:lastModifiedBy>
  <cp:revision>4</cp:revision>
  <cp:lastPrinted>2012-10-03T04:00:00Z</cp:lastPrinted>
  <dcterms:created xsi:type="dcterms:W3CDTF">2012-09-26T03:43:00Z</dcterms:created>
  <dcterms:modified xsi:type="dcterms:W3CDTF">2012-10-03T04:05:00Z</dcterms:modified>
</cp:coreProperties>
</file>