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77" w:rsidRPr="00987D01" w:rsidRDefault="00186777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12</w:t>
      </w:r>
    </w:p>
    <w:p w:rsidR="00186777" w:rsidRDefault="00186777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к проекту решения  Совета депутатов </w:t>
      </w:r>
    </w:p>
    <w:p w:rsidR="00186777" w:rsidRPr="00987D01" w:rsidRDefault="00186777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Кулевчинского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 сельского  </w:t>
      </w:r>
      <w:r w:rsidRPr="00987D01">
        <w:rPr>
          <w:rFonts w:ascii="Times New Roman" w:hAnsi="Times New Roman"/>
          <w:sz w:val="24"/>
          <w:szCs w:val="24"/>
        </w:rPr>
        <w:t>поселения</w:t>
      </w:r>
    </w:p>
    <w:p w:rsidR="00186777" w:rsidRDefault="00186777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Кулевчинского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987D01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7</w:t>
      </w:r>
      <w:r w:rsidRPr="00987D01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6777" w:rsidRPr="00987D01" w:rsidRDefault="00186777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плановый период 2018 -2019годы </w:t>
      </w:r>
      <w:r w:rsidRPr="00987D01">
        <w:rPr>
          <w:rFonts w:ascii="Times New Roman" w:hAnsi="Times New Roman"/>
          <w:sz w:val="24"/>
          <w:szCs w:val="24"/>
        </w:rPr>
        <w:t>»</w:t>
      </w:r>
    </w:p>
    <w:p w:rsidR="00186777" w:rsidRPr="00987D01" w:rsidRDefault="00186777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>от ___ декабря  201</w:t>
      </w:r>
      <w:r>
        <w:rPr>
          <w:rFonts w:ascii="Times New Roman" w:hAnsi="Times New Roman"/>
          <w:sz w:val="24"/>
          <w:szCs w:val="24"/>
        </w:rPr>
        <w:t>6</w:t>
      </w:r>
      <w:r w:rsidRPr="00987D01">
        <w:rPr>
          <w:rFonts w:ascii="Times New Roman" w:hAnsi="Times New Roman"/>
          <w:sz w:val="24"/>
          <w:szCs w:val="24"/>
        </w:rPr>
        <w:t xml:space="preserve"> года № _______</w:t>
      </w:r>
    </w:p>
    <w:p w:rsidR="00186777" w:rsidRPr="00987D01" w:rsidRDefault="00186777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6777" w:rsidRPr="00987D01" w:rsidRDefault="00186777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777" w:rsidRPr="00987D01" w:rsidRDefault="00186777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186777" w:rsidRPr="00987D01" w:rsidRDefault="00186777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186777" w:rsidRPr="00987D01" w:rsidRDefault="00186777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Кулевчинского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186777" w:rsidRPr="00987D01" w:rsidRDefault="00186777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777" w:rsidRPr="00987D01" w:rsidRDefault="00186777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86777" w:rsidRPr="00987D01" w:rsidRDefault="00186777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186777" w:rsidRPr="003934B3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86777" w:rsidRPr="003934B3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  <w:p w:rsidR="00186777" w:rsidRPr="003934B3" w:rsidRDefault="00186777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86777" w:rsidRPr="003934B3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  <w:p w:rsidR="00186777" w:rsidRPr="003934B3" w:rsidRDefault="00186777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86777" w:rsidRPr="003934B3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  <w:p w:rsidR="00186777" w:rsidRPr="003934B3" w:rsidRDefault="00186777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86777" w:rsidRPr="003934B3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  <w:p w:rsidR="00186777" w:rsidRPr="003934B3" w:rsidRDefault="00186777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777" w:rsidRPr="003934B3" w:rsidRDefault="00186777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4B3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77" w:rsidRPr="00987D01" w:rsidRDefault="00186777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p w:rsidR="00186777" w:rsidRDefault="00186777"/>
    <w:sectPr w:rsidR="00186777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5CC"/>
    <w:rsid w:val="000C2A89"/>
    <w:rsid w:val="000D4935"/>
    <w:rsid w:val="000D67D3"/>
    <w:rsid w:val="00186777"/>
    <w:rsid w:val="001C11C1"/>
    <w:rsid w:val="001F7ACD"/>
    <w:rsid w:val="00286D88"/>
    <w:rsid w:val="002C4D19"/>
    <w:rsid w:val="003145CC"/>
    <w:rsid w:val="00322ABB"/>
    <w:rsid w:val="00370BFC"/>
    <w:rsid w:val="003934B3"/>
    <w:rsid w:val="003B530D"/>
    <w:rsid w:val="003C306F"/>
    <w:rsid w:val="003E7548"/>
    <w:rsid w:val="00546CFF"/>
    <w:rsid w:val="006225E2"/>
    <w:rsid w:val="007769E4"/>
    <w:rsid w:val="007C7EF9"/>
    <w:rsid w:val="008B1451"/>
    <w:rsid w:val="008B6D25"/>
    <w:rsid w:val="008E0648"/>
    <w:rsid w:val="00987D01"/>
    <w:rsid w:val="009E77CD"/>
    <w:rsid w:val="00A14B53"/>
    <w:rsid w:val="00A25A6C"/>
    <w:rsid w:val="00A57506"/>
    <w:rsid w:val="00B260FA"/>
    <w:rsid w:val="00B356E8"/>
    <w:rsid w:val="00BA30AA"/>
    <w:rsid w:val="00BD61FB"/>
    <w:rsid w:val="00BE112E"/>
    <w:rsid w:val="00E616BA"/>
    <w:rsid w:val="00EC4ADF"/>
    <w:rsid w:val="00ED4361"/>
    <w:rsid w:val="00F17E94"/>
    <w:rsid w:val="00F55647"/>
    <w:rsid w:val="00FC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0A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127</Words>
  <Characters>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Кулевчи</cp:lastModifiedBy>
  <cp:revision>7</cp:revision>
  <dcterms:created xsi:type="dcterms:W3CDTF">2015-12-16T07:43:00Z</dcterms:created>
  <dcterms:modified xsi:type="dcterms:W3CDTF">2016-12-12T11:00:00Z</dcterms:modified>
</cp:coreProperties>
</file>